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5A1FF2F7" w:rsidR="00371A7B" w:rsidRDefault="00BE42E5" w:rsidP="0002730F">
                <w:pPr>
                  <w:pStyle w:val="Adressaat"/>
                </w:pPr>
                <w:r>
                  <w:t>Ants Animägi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09485D98" w:rsidR="00371A7B" w:rsidRDefault="00BE42E5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47181D56" w:rsidR="003B2A9C" w:rsidRPr="00BF4D7C" w:rsidRDefault="001C20C6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ants.animagi@rmk.ee</w:t>
                </w:r>
              </w:p>
            </w:sdtContent>
          </w:sdt>
        </w:tc>
        <w:tc>
          <w:tcPr>
            <w:tcW w:w="4536" w:type="dxa"/>
          </w:tcPr>
          <w:p w14:paraId="55942A07" w14:textId="175B234E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r w:rsidR="00BE42E5">
              <w:t>18.01.2024</w:t>
            </w:r>
            <w:r w:rsidR="00371A7B">
              <w:t xml:space="preserve"> nr </w:t>
            </w:r>
            <w:r w:rsidR="00BE42E5">
              <w:t>7-11/24/1115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p w14:paraId="55942A0C" w14:textId="72F679DE" w:rsidR="00BC1A62" w:rsidRPr="00835858" w:rsidRDefault="00BE42E5" w:rsidP="00035464">
      <w:pPr>
        <w:pStyle w:val="Pealkiri1"/>
        <w:ind w:right="4251"/>
      </w:pPr>
      <w:bookmarkStart w:id="0" w:name="_Hlk157525734"/>
      <w:r>
        <w:t xml:space="preserve">Looduskaitsetöö lähteülesande kooskõlastamine ( </w:t>
      </w:r>
      <w:r w:rsidRPr="008E4A1D">
        <w:t xml:space="preserve">OBJ </w:t>
      </w:r>
      <w:r>
        <w:t>1753 Strupa niidud)</w:t>
      </w:r>
      <w:bookmarkEnd w:id="0"/>
    </w:p>
    <w:p w14:paraId="55942A0D" w14:textId="13C4EB06" w:rsidR="00A13FDE" w:rsidRDefault="00262E94" w:rsidP="005A728D">
      <w:pPr>
        <w:pStyle w:val="Snum"/>
      </w:pPr>
      <w:r>
        <w:t xml:space="preserve">Austatud </w:t>
      </w:r>
      <w:r w:rsidR="00BE42E5">
        <w:t>Ants Animägi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04CFA246" w14:textId="77777777" w:rsidR="00BE42E5" w:rsidRDefault="00BE42E5" w:rsidP="00BE42E5">
      <w:pPr>
        <w:spacing w:line="240" w:lineRule="auto"/>
      </w:pPr>
      <w:bookmarkStart w:id="1" w:name="_Hlk157525476"/>
      <w:r>
        <w:t>Esitasite 18.01.2024 Keskkonnaametile kooskõlastamiseks looduskaitsetöö lähteülesande (tööobjekti ID numbriga 1753) Nigula looduskaitsealal Strupa sihtkaitsevööndis   asuva pärandniidu taastamistööna võsa eemaldamise  0,78 ha suurusel alal katastriüksuse tunnusega 21302:004:0102 ja 21401:001:0114.</w:t>
      </w:r>
    </w:p>
    <w:p w14:paraId="2C9102AA" w14:textId="77777777" w:rsidR="00BE42E5" w:rsidRDefault="00BE42E5" w:rsidP="00BE42E5">
      <w:pPr>
        <w:spacing w:line="240" w:lineRule="auto"/>
      </w:pPr>
    </w:p>
    <w:p w14:paraId="5220062E" w14:textId="77777777" w:rsidR="00BE42E5" w:rsidRDefault="00BE42E5" w:rsidP="00BE42E5">
      <w:pPr>
        <w:spacing w:line="240" w:lineRule="auto"/>
      </w:pPr>
      <w:r>
        <w:t xml:space="preserve">Keskkonnaamet kooskõlastab looduskaitsetöö lähteülesande (ID 1753) ning </w:t>
      </w:r>
      <w:bookmarkEnd w:id="1"/>
      <w:r>
        <w:t>täiendavaid lisatingimusi juba olemasolevatele tingimustele juurde ei lisa.</w:t>
      </w: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p w14:paraId="4482948D" w14:textId="092DA565" w:rsidR="002D64AB" w:rsidRDefault="00BE42E5" w:rsidP="005A728D">
      <w:pPr>
        <w:pStyle w:val="Snum"/>
      </w:pPr>
      <w:r>
        <w:t>Gunnar Sein</w:t>
      </w:r>
    </w:p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62DD831F" w:rsidR="002D64AB" w:rsidRDefault="00BE42E5" w:rsidP="005A728D">
          <w:pPr>
            <w:pStyle w:val="Snum"/>
          </w:pPr>
          <w:r>
            <w:t>juhataja</w:t>
          </w:r>
        </w:p>
      </w:sdtContent>
    </w:sdt>
    <w:p w14:paraId="55942A21" w14:textId="5BFDFF97" w:rsidR="00432E04" w:rsidRDefault="00BE42E5" w:rsidP="005A728D">
      <w:pPr>
        <w:pStyle w:val="Snum"/>
      </w:pPr>
      <w:r>
        <w:t>maahoolduse büroo</w:t>
      </w:r>
    </w:p>
    <w:p w14:paraId="44005F74" w14:textId="77777777" w:rsidR="00432E04" w:rsidRDefault="00432E04" w:rsidP="005A728D">
      <w:pPr>
        <w:pStyle w:val="Snum"/>
      </w:pPr>
    </w:p>
    <w:p w14:paraId="55942A23" w14:textId="77777777" w:rsidR="00432E04" w:rsidRDefault="00432E04" w:rsidP="005A728D">
      <w:pPr>
        <w:pStyle w:val="Snum"/>
      </w:pPr>
    </w:p>
    <w:p w14:paraId="55942A24" w14:textId="25BD7133" w:rsidR="00A13FDE" w:rsidRDefault="00A13FDE" w:rsidP="005A728D">
      <w:pPr>
        <w:pStyle w:val="Snum"/>
      </w:pPr>
    </w:p>
    <w:p w14:paraId="55942A25" w14:textId="77777777" w:rsidR="00432E04" w:rsidRDefault="00432E04" w:rsidP="005A728D">
      <w:pPr>
        <w:pStyle w:val="Snum"/>
      </w:pPr>
    </w:p>
    <w:p w14:paraId="55942A26" w14:textId="77777777" w:rsidR="00432E04" w:rsidRDefault="00432E04" w:rsidP="005A728D">
      <w:pPr>
        <w:pStyle w:val="Snum"/>
      </w:pPr>
    </w:p>
    <w:p w14:paraId="55942A28" w14:textId="77777777" w:rsidR="00A13FDE" w:rsidRDefault="00A13FDE" w:rsidP="005A728D">
      <w:pPr>
        <w:pStyle w:val="Snum"/>
      </w:pPr>
    </w:p>
    <w:p w14:paraId="55942A29" w14:textId="643F4181" w:rsidR="001E286A" w:rsidRDefault="001E286A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13D16C95" w14:textId="77777777" w:rsidR="00A13FDE" w:rsidRDefault="00A13FDE" w:rsidP="005A728D">
      <w:pPr>
        <w:pStyle w:val="Snum"/>
      </w:pPr>
    </w:p>
    <w:p w14:paraId="55942A2C" w14:textId="77777777" w:rsidR="00432E04" w:rsidRDefault="00432E04" w:rsidP="005A728D">
      <w:pPr>
        <w:pStyle w:val="Snum"/>
      </w:pPr>
    </w:p>
    <w:p w14:paraId="55942A2D" w14:textId="77777777" w:rsidR="00432E04" w:rsidRDefault="00432E04" w:rsidP="005A728D">
      <w:pPr>
        <w:pStyle w:val="Snum"/>
      </w:pPr>
    </w:p>
    <w:p w14:paraId="55942A2E" w14:textId="0B81532F" w:rsidR="00A13FDE" w:rsidRDefault="001C20C6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BE42E5">
            <w:t>Terje Väärtmaa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>
            <w:t>5854 4722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547F8E49" w:rsidR="00BD078E" w:rsidRPr="00BD078E" w:rsidRDefault="00BE42E5" w:rsidP="005A728D">
          <w:pPr>
            <w:pStyle w:val="Snum"/>
          </w:pPr>
          <w:r>
            <w:t>terje.vaartmaa@keskkonnaamet.ee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C20C6"/>
    <w:rsid w:val="001C2112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942A2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E42E5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1fa5375f-c511-4131-b6fe-b677d01d2d4d</RMUniqueID>
    <RMTitle xmlns="4f28efae-2a20-4782-b43d-2717bdd273fa"/>
    <RMRegistrationDate xmlns="4f28efae-2a20-4782-b43d-2717bdd273fa">2024-01-31T08:33:34.5211319Z</RMRegistrationDate>
    <RMReferenceCode xmlns="4f28efae-2a20-4782-b43d-2717bdd273fa">7-11/24/1887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Ants Animägi</Isik>
    <E-posti_x0020_aadress xmlns="4f28efae-2a20-4782-b43d-2717bdd273fa">ants.animagi@rmk.ee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2024-01-18T00:00:00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Terje Väärtmaa</Koostaja>
    <Koostaja_x0020_telefon xmlns="4f28efae-2a20-4782-b43d-2717bdd273fa">5854 4722</Koostaja_x0020_telefon>
    <Koostaja_x0020_e-post xmlns="4f28efae-2a20-4782-b43d-2717bdd273fa">terje.vaartmaa@keskkonnaamet.ee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Terje Väärtmaa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4f28efae-2a20-4782-b43d-2717bdd273fa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128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lähteülesande kooskõlastamine (OBJ 1753 Strupa niidud)</dc:title>
  <dc:subject/>
  <dc:description/>
  <cp:lastModifiedBy>Tiina Smõtškov</cp:lastModifiedBy>
  <cp:revision>3</cp:revision>
  <cp:lastPrinted>2014-04-03T11:06:00Z</cp:lastPrinted>
  <dcterms:created xsi:type="dcterms:W3CDTF">2024-01-30T15:23:00Z</dcterms:created>
  <dcterms:modified xsi:type="dcterms:W3CDTF">2024-01-31T08:31:00Z</dcterms:modified>
</cp:coreProperties>
</file>